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9886A" w14:textId="77777777" w:rsidR="00A54CB2" w:rsidRDefault="001366B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If I could go back in time</w:t>
      </w:r>
    </w:p>
    <w:p w14:paraId="4C79886B" w14:textId="77777777" w:rsidR="00A54CB2" w:rsidRDefault="00A54CB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4C79886C" w14:textId="77777777" w:rsidR="00A54CB2" w:rsidRDefault="001366B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If I could go back in time, I would go back to when my father was still alive. I would want to spend as much time with him as possible, and I would try to do everything that I could to prevent his </w:t>
      </w:r>
      <w:r>
        <w:rPr>
          <w:rFonts w:ascii="Times New Roman" w:hAnsi="Times New Roman" w:cs="Times New Roman"/>
          <w:sz w:val="24"/>
          <w:szCs w:val="24"/>
          <w:lang w:val="en-US"/>
        </w:rPr>
        <w:t>passing.</w:t>
      </w:r>
    </w:p>
    <w:p w14:paraId="4C79886D" w14:textId="77777777" w:rsidR="00A54CB2" w:rsidRDefault="001366B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Time without my father has been agonizing. We used to do fun activities and hang out at least once a week. Now for many years, I haven’t been able to do any dad and son things. I miss all the inspiring, motivating, teaching, and fun experiences th</w:t>
      </w:r>
      <w:r>
        <w:rPr>
          <w:rFonts w:ascii="Times New Roman" w:hAnsi="Times New Roman" w:cs="Times New Roman"/>
          <w:sz w:val="24"/>
          <w:szCs w:val="24"/>
          <w:lang w:val="en-US"/>
        </w:rPr>
        <w:t>at I got with my father. The most difficult things about it have been all the memories that I’ve lost of him. I really would want to go back in time only to see him.</w:t>
      </w:r>
    </w:p>
    <w:p w14:paraId="4C79886E" w14:textId="77777777" w:rsidR="00A54CB2" w:rsidRDefault="001366B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My father’s passing made me a different person. I’ve given things a lot of thought, and I’</w:t>
      </w:r>
      <w:r>
        <w:rPr>
          <w:rFonts w:ascii="Times New Roman" w:hAnsi="Times New Roman" w:cs="Times New Roman"/>
          <w:sz w:val="24"/>
          <w:szCs w:val="24"/>
          <w:lang w:val="en-US"/>
        </w:rPr>
        <w:t>ve gotten help for the suffering it put me in. After all this hurt, I have slowly become the person I am today. I’ve gotten better with my situation, and I finally accept what happened to my father.</w:t>
      </w:r>
    </w:p>
    <w:p w14:paraId="4C79886F" w14:textId="77777777" w:rsidR="00A54CB2" w:rsidRDefault="001366B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Most importantly, I would want to get back my father and </w:t>
      </w:r>
      <w:r>
        <w:rPr>
          <w:rFonts w:ascii="Times New Roman" w:hAnsi="Times New Roman" w:cs="Times New Roman"/>
          <w:sz w:val="24"/>
          <w:szCs w:val="24"/>
          <w:lang w:val="en-US"/>
        </w:rPr>
        <w:t>all the experiences we had.</w:t>
      </w:r>
    </w:p>
    <w:p w14:paraId="4C798870" w14:textId="77777777" w:rsidR="00A54CB2" w:rsidRDefault="00A54CB2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C798871" w14:textId="77777777" w:rsidR="00A54CB2" w:rsidRDefault="001366B1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Arttu Lilja</w:t>
      </w:r>
    </w:p>
    <w:p w14:paraId="4C798872" w14:textId="77777777" w:rsidR="00A54CB2" w:rsidRDefault="001366B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KT21LT</w:t>
      </w:r>
    </w:p>
    <w:p w14:paraId="4C798873" w14:textId="77777777" w:rsidR="00A54CB2" w:rsidRDefault="00A54CB2">
      <w:pPr>
        <w:spacing w:line="240" w:lineRule="auto"/>
        <w:rPr>
          <w:sz w:val="24"/>
          <w:szCs w:val="24"/>
          <w:lang w:val="en-US"/>
        </w:rPr>
      </w:pPr>
    </w:p>
    <w:sectPr w:rsidR="00A54CB2"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79886E" w14:textId="77777777" w:rsidR="00000000" w:rsidRDefault="001366B1">
      <w:pPr>
        <w:spacing w:after="0" w:line="240" w:lineRule="auto"/>
      </w:pPr>
      <w:r>
        <w:separator/>
      </w:r>
    </w:p>
  </w:endnote>
  <w:endnote w:type="continuationSeparator" w:id="0">
    <w:p w14:paraId="4C798870" w14:textId="77777777" w:rsidR="00000000" w:rsidRDefault="0013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79886A" w14:textId="77777777" w:rsidR="00000000" w:rsidRDefault="001366B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C79886C" w14:textId="77777777" w:rsidR="00000000" w:rsidRDefault="001366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2MDI2sbQ0MTQ1sLRQ0lEKTi0uzszPAykwrAUADXRMJSwAAAA="/>
  </w:docVars>
  <w:rsids>
    <w:rsidRoot w:val="00A54CB2"/>
    <w:rsid w:val="001366B1"/>
    <w:rsid w:val="00A5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9886A"/>
  <w15:docId w15:val="{41716500-1887-4DE0-AA13-C0A2644A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sz w:val="22"/>
        <w:szCs w:val="22"/>
        <w:lang w:val="fi-FI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pPr>
      <w:suppressAutoHyphens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YltunnisteChar">
    <w:name w:val="Ylätunniste Char"/>
    <w:basedOn w:val="Kappaleenoletusfontti"/>
  </w:style>
  <w:style w:type="paragraph" w:styleId="Alatunniste">
    <w:name w:val="footer"/>
    <w:basedOn w:val="Normaali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atunnisteChar">
    <w:name w:val="Alatunniste Char"/>
    <w:basedOn w:val="Kappaleenoletusfontti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928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Arttu Lilja</dc:creator>
  <dc:description/>
  <cp:lastModifiedBy>Arttu Lilja</cp:lastModifiedBy>
  <cp:revision>2</cp:revision>
  <dcterms:created xsi:type="dcterms:W3CDTF">2021-09-16T21:46:00Z</dcterms:created>
  <dcterms:modified xsi:type="dcterms:W3CDTF">2021-09-16T21:46:00Z</dcterms:modified>
</cp:coreProperties>
</file>